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2CB3651F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8E6DC5">
        <w:rPr>
          <w:b/>
          <w:bCs/>
          <w:sz w:val="20"/>
        </w:rPr>
        <w:t>2024/27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3685"/>
        <w:gridCol w:w="3196"/>
      </w:tblGrid>
      <w:tr w:rsidR="00401F08" w:rsidRPr="00D018C3" w14:paraId="4DFB3757" w14:textId="77777777" w:rsidTr="003E3DC9">
        <w:tc>
          <w:tcPr>
            <w:tcW w:w="3148" w:type="dxa"/>
          </w:tcPr>
          <w:p w14:paraId="7104C5A1" w14:textId="268ED80D" w:rsidR="00401F08" w:rsidRPr="00D018C3" w:rsidRDefault="00401F08" w:rsidP="00401F08">
            <w:pPr>
              <w:rPr>
                <w:sz w:val="20"/>
              </w:rPr>
            </w:pPr>
            <w:r>
              <w:rPr>
                <w:sz w:val="20"/>
              </w:rPr>
              <w:t>K</w:t>
            </w:r>
            <w:r w:rsidRPr="0056550E">
              <w:rPr>
                <w:sz w:val="20"/>
              </w:rPr>
              <w:t>asesaag OÜ</w:t>
            </w:r>
          </w:p>
        </w:tc>
        <w:tc>
          <w:tcPr>
            <w:tcW w:w="3685" w:type="dxa"/>
          </w:tcPr>
          <w:p w14:paraId="02539D8E" w14:textId="77777777" w:rsidR="00401F08" w:rsidRPr="0079183D" w:rsidRDefault="00401F08" w:rsidP="00401F08">
            <w:pPr>
              <w:rPr>
                <w:sz w:val="20"/>
              </w:rPr>
            </w:pPr>
            <w:r w:rsidRPr="0079183D">
              <w:rPr>
                <w:sz w:val="20"/>
              </w:rPr>
              <w:t xml:space="preserve">Registrikood </w:t>
            </w:r>
            <w:r w:rsidRPr="0056550E">
              <w:rPr>
                <w:sz w:val="20"/>
              </w:rPr>
              <w:t>16091766</w:t>
            </w:r>
          </w:p>
          <w:p w14:paraId="5F1EAB18" w14:textId="5CCFF201" w:rsidR="00401F08" w:rsidRPr="00D018C3" w:rsidRDefault="00401F08" w:rsidP="00401F08">
            <w:pPr>
              <w:rPr>
                <w:bCs/>
                <w:sz w:val="20"/>
              </w:rPr>
            </w:pPr>
            <w:r w:rsidRPr="0056550E">
              <w:rPr>
                <w:sz w:val="20"/>
              </w:rPr>
              <w:t>Karisilla tee 3 Uniküla küla Lüganuse vald Ida-Virumaa</w:t>
            </w:r>
          </w:p>
        </w:tc>
        <w:tc>
          <w:tcPr>
            <w:tcW w:w="3196" w:type="dxa"/>
          </w:tcPr>
          <w:p w14:paraId="3696B06E" w14:textId="3083EAA8" w:rsidR="00401F08" w:rsidRPr="00D018C3" w:rsidRDefault="00401F08" w:rsidP="00401F08">
            <w:pPr>
              <w:rPr>
                <w:bCs/>
                <w:sz w:val="20"/>
              </w:rPr>
            </w:pPr>
            <w:r w:rsidRPr="0079183D">
              <w:rPr>
                <w:noProof/>
                <w:color w:val="000000"/>
                <w:sz w:val="20"/>
              </w:rPr>
              <w:t xml:space="preserve">E-post </w:t>
            </w:r>
            <w:hyperlink r:id="rId13" w:history="1">
              <w:r w:rsidRPr="0056550E">
                <w:rPr>
                  <w:rStyle w:val="Hyperlink"/>
                  <w:sz w:val="20"/>
                </w:rPr>
                <w:t>kasesaag@gmail.com</w:t>
              </w:r>
            </w:hyperlink>
            <w:r>
              <w:t xml:space="preserve"> </w:t>
            </w:r>
            <w:r w:rsidRPr="0079183D">
              <w:rPr>
                <w:sz w:val="20"/>
              </w:rPr>
              <w:t xml:space="preserve">  </w:t>
            </w:r>
          </w:p>
        </w:tc>
      </w:tr>
      <w:tr w:rsidR="00401F08" w:rsidRPr="00D018C3" w14:paraId="7F7BAED8" w14:textId="77777777" w:rsidTr="003E3DC9">
        <w:tc>
          <w:tcPr>
            <w:tcW w:w="3148" w:type="dxa"/>
          </w:tcPr>
          <w:p w14:paraId="3986D41B" w14:textId="2B34C758" w:rsidR="00401F08" w:rsidRPr="00D018C3" w:rsidRDefault="00401F08" w:rsidP="00401F08">
            <w:pPr>
              <w:rPr>
                <w:sz w:val="20"/>
              </w:rPr>
            </w:pPr>
            <w:r w:rsidRPr="0079183D">
              <w:rPr>
                <w:sz w:val="20"/>
              </w:rPr>
              <w:t>Esindaja</w:t>
            </w:r>
          </w:p>
        </w:tc>
        <w:tc>
          <w:tcPr>
            <w:tcW w:w="3685" w:type="dxa"/>
          </w:tcPr>
          <w:p w14:paraId="409AF17C" w14:textId="77777777" w:rsidR="006B4CC1" w:rsidRPr="006B4CC1" w:rsidRDefault="00401F08" w:rsidP="006B4CC1">
            <w:pPr>
              <w:rPr>
                <w:spacing w:val="0"/>
                <w:position w:val="0"/>
                <w:sz w:val="20"/>
                <w:lang w:eastAsia="et-EE"/>
              </w:rPr>
            </w:pPr>
            <w:r w:rsidRPr="006B4CC1">
              <w:rPr>
                <w:sz w:val="20"/>
              </w:rPr>
              <w:t xml:space="preserve">Juhatuse liige </w:t>
            </w:r>
            <w:proofErr w:type="spellStart"/>
            <w:r w:rsidR="006B4CC1" w:rsidRPr="006B4CC1">
              <w:rPr>
                <w:sz w:val="20"/>
              </w:rPr>
              <w:t>Urmet</w:t>
            </w:r>
            <w:proofErr w:type="spellEnd"/>
            <w:r w:rsidR="006B4CC1" w:rsidRPr="006B4CC1">
              <w:rPr>
                <w:sz w:val="20"/>
              </w:rPr>
              <w:t xml:space="preserve"> </w:t>
            </w:r>
            <w:proofErr w:type="spellStart"/>
            <w:r w:rsidR="006B4CC1" w:rsidRPr="006B4CC1">
              <w:rPr>
                <w:sz w:val="20"/>
              </w:rPr>
              <w:t>Uudam</w:t>
            </w:r>
            <w:proofErr w:type="spellEnd"/>
          </w:p>
          <w:p w14:paraId="520C4978" w14:textId="164DC568" w:rsidR="00401F08" w:rsidRPr="00D018C3" w:rsidRDefault="00401F08" w:rsidP="00401F08">
            <w:pPr>
              <w:rPr>
                <w:bCs/>
                <w:sz w:val="20"/>
              </w:rPr>
            </w:pPr>
          </w:p>
        </w:tc>
        <w:tc>
          <w:tcPr>
            <w:tcW w:w="3196" w:type="dxa"/>
          </w:tcPr>
          <w:p w14:paraId="3C6B67D8" w14:textId="2985DED3" w:rsidR="00401F08" w:rsidRPr="00D018C3" w:rsidRDefault="00401F08" w:rsidP="00401F08">
            <w:pPr>
              <w:rPr>
                <w:bCs/>
                <w:sz w:val="20"/>
              </w:rPr>
            </w:pPr>
            <w:r w:rsidRPr="0079183D">
              <w:rPr>
                <w:noProof/>
                <w:color w:val="000000"/>
                <w:sz w:val="20"/>
              </w:rPr>
              <w:t xml:space="preserve">Tel </w:t>
            </w:r>
            <w:r w:rsidR="006B4CC1" w:rsidRPr="006B4CC1">
              <w:rPr>
                <w:bCs/>
                <w:sz w:val="20"/>
              </w:rPr>
              <w:t>5126998</w:t>
            </w:r>
            <w:r w:rsidRPr="0079183D">
              <w:rPr>
                <w:noProof/>
                <w:color w:val="000000"/>
                <w:sz w:val="20"/>
              </w:rPr>
              <w:br/>
            </w:r>
          </w:p>
        </w:tc>
      </w:tr>
      <w:tr w:rsidR="00401F08" w:rsidRPr="00D018C3" w14:paraId="6EC5CC10" w14:textId="77777777" w:rsidTr="00401F08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401F08" w:rsidRPr="00D018C3" w:rsidRDefault="00401F08" w:rsidP="00401F08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lastRenderedPageBreak/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8B5D77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5F8D9F2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57209388" w14:textId="3F49D1E9" w:rsidR="008B5D77" w:rsidRPr="00C779E1" w:rsidRDefault="007719EF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Pr="00D34C6A">
                <w:rPr>
                  <w:rStyle w:val="Hyperlink"/>
                  <w:sz w:val="20"/>
                </w:rPr>
                <w:t>aktid.kirde@ rmk.ee</w:t>
              </w:r>
            </w:hyperlink>
            <w:r w:rsidR="008B5D77">
              <w:rPr>
                <w:sz w:val="20"/>
              </w:rPr>
              <w:t xml:space="preserve"> </w:t>
            </w:r>
            <w:r w:rsidR="008B5D77" w:rsidRPr="00C779E1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401F08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131D68C5" w:rsidR="00401F08" w:rsidRPr="00401F08" w:rsidRDefault="006B4CC1" w:rsidP="00401F0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proofErr w:type="spellStart"/>
            <w:r w:rsidRPr="006B4CC1">
              <w:rPr>
                <w:sz w:val="20"/>
              </w:rPr>
              <w:t>Urmet</w:t>
            </w:r>
            <w:proofErr w:type="spellEnd"/>
            <w:r w:rsidRPr="006B4CC1">
              <w:rPr>
                <w:sz w:val="20"/>
              </w:rPr>
              <w:t xml:space="preserve"> Uudam</w:t>
            </w:r>
            <w:bookmarkStart w:id="3" w:name="_GoBack"/>
            <w:bookmarkEnd w:id="3"/>
          </w:p>
        </w:tc>
        <w:tc>
          <w:tcPr>
            <w:tcW w:w="3109" w:type="pct"/>
            <w:shd w:val="clear" w:color="auto" w:fill="auto"/>
          </w:tcPr>
          <w:p w14:paraId="3B98A5CC" w14:textId="57693C65" w:rsidR="00401F08" w:rsidRPr="00401F08" w:rsidRDefault="006B4CC1" w:rsidP="00401F0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B4CC1">
              <w:rPr>
                <w:bCs/>
                <w:sz w:val="20"/>
              </w:rPr>
              <w:t>5126998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401F08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6895C1EA" w:rsidR="00401F08" w:rsidRPr="00401F08" w:rsidRDefault="006B4CC1" w:rsidP="00401F0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proofErr w:type="spellStart"/>
            <w:r w:rsidRPr="006B4CC1">
              <w:rPr>
                <w:sz w:val="20"/>
              </w:rPr>
              <w:t>Urmet</w:t>
            </w:r>
            <w:proofErr w:type="spellEnd"/>
            <w:r w:rsidRPr="006B4CC1">
              <w:rPr>
                <w:sz w:val="20"/>
              </w:rPr>
              <w:t xml:space="preserve"> </w:t>
            </w:r>
            <w:proofErr w:type="spellStart"/>
            <w:r w:rsidRPr="006B4CC1">
              <w:rPr>
                <w:sz w:val="20"/>
              </w:rPr>
              <w:t>Uudam</w:t>
            </w:r>
            <w:proofErr w:type="spellEnd"/>
          </w:p>
        </w:tc>
        <w:tc>
          <w:tcPr>
            <w:tcW w:w="1798" w:type="pct"/>
            <w:shd w:val="clear" w:color="auto" w:fill="auto"/>
          </w:tcPr>
          <w:p w14:paraId="13BDFED5" w14:textId="473072AE" w:rsidR="00401F08" w:rsidRPr="00401F08" w:rsidRDefault="006B4CC1" w:rsidP="00401F0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B4CC1">
              <w:rPr>
                <w:bCs/>
                <w:sz w:val="20"/>
              </w:rPr>
              <w:t>5126998</w:t>
            </w:r>
          </w:p>
        </w:tc>
        <w:tc>
          <w:tcPr>
            <w:tcW w:w="2109" w:type="pct"/>
            <w:shd w:val="clear" w:color="auto" w:fill="auto"/>
          </w:tcPr>
          <w:p w14:paraId="7AE5DF02" w14:textId="0920DCD0" w:rsidR="00401F08" w:rsidRPr="00401F08" w:rsidRDefault="006B4CC1" w:rsidP="00401F0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="00401F08" w:rsidRPr="005532C8">
                <w:rPr>
                  <w:rStyle w:val="Hyperlink"/>
                  <w:sz w:val="20"/>
                </w:rPr>
                <w:t>kasesaag@</w:t>
              </w:r>
              <w:r w:rsidR="007719EF">
                <w:rPr>
                  <w:rStyle w:val="Hyperlink"/>
                  <w:sz w:val="20"/>
                </w:rPr>
                <w:t xml:space="preserve"> </w:t>
              </w:r>
              <w:r w:rsidR="00401F08" w:rsidRPr="005532C8">
                <w:rPr>
                  <w:rStyle w:val="Hyperlink"/>
                  <w:sz w:val="20"/>
                </w:rPr>
                <w:t>gmail.com</w:t>
              </w:r>
            </w:hyperlink>
            <w:r w:rsidR="00401F08">
              <w:rPr>
                <w:sz w:val="20"/>
              </w:rPr>
              <w:t xml:space="preserve"> </w:t>
            </w:r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F199A1" w14:textId="181367A2" w:rsidR="00401F08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3B7B7F2E" w14:textId="3EF805E0" w:rsidR="00401F08" w:rsidRPr="00D018C3" w:rsidRDefault="00401F08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231B4B1A" w:rsidR="00151D79" w:rsidRPr="00401F08" w:rsidRDefault="00D4333E" w:rsidP="00401F08">
      <w:pPr>
        <w:pStyle w:val="Pealkiri21"/>
        <w:numPr>
          <w:ilvl w:val="1"/>
          <w:numId w:val="32"/>
        </w:numPr>
        <w:rPr>
          <w:sz w:val="20"/>
        </w:rPr>
      </w:pPr>
      <w:r w:rsidRPr="00401F08">
        <w:rPr>
          <w:sz w:val="20"/>
        </w:rPr>
        <w:t>Müüja</w:t>
      </w:r>
      <w:r w:rsidR="005253F3" w:rsidRPr="00401F08">
        <w:rPr>
          <w:sz w:val="20"/>
        </w:rPr>
        <w:t xml:space="preserve"> esitab </w:t>
      </w:r>
      <w:r w:rsidR="00151D79" w:rsidRPr="00401F08">
        <w:rPr>
          <w:sz w:val="20"/>
        </w:rPr>
        <w:t xml:space="preserve">ettemaksu laekumisel </w:t>
      </w:r>
      <w:r w:rsidR="005253F3" w:rsidRPr="00401F08">
        <w:rPr>
          <w:sz w:val="20"/>
        </w:rPr>
        <w:t xml:space="preserve">arved </w:t>
      </w:r>
      <w:r w:rsidR="0094376B" w:rsidRPr="00401F08">
        <w:rPr>
          <w:sz w:val="20"/>
        </w:rPr>
        <w:t>m</w:t>
      </w:r>
      <w:r w:rsidRPr="00401F08">
        <w:rPr>
          <w:sz w:val="20"/>
        </w:rPr>
        <w:t>etsamaterjal</w:t>
      </w:r>
      <w:r w:rsidR="005253F3" w:rsidRPr="00401F08">
        <w:rPr>
          <w:sz w:val="20"/>
        </w:rPr>
        <w:t xml:space="preserve">i eest elektrooniliselt e-posti aadressile: </w:t>
      </w:r>
      <w:r w:rsidR="00401F08" w:rsidRPr="007719EF">
        <w:rPr>
          <w:sz w:val="20"/>
        </w:rPr>
        <w:t>kasesaag@gmail.com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6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01F08" w:rsidRPr="00D018C3" w14:paraId="6F9D2AB9" w14:textId="77777777" w:rsidTr="006B114E">
        <w:trPr>
          <w:trHeight w:val="340"/>
        </w:trPr>
        <w:tc>
          <w:tcPr>
            <w:tcW w:w="5245" w:type="dxa"/>
          </w:tcPr>
          <w:p w14:paraId="7CA6D880" w14:textId="3EEC5D5E" w:rsidR="00401F08" w:rsidRPr="00401F08" w:rsidRDefault="00401F08" w:rsidP="00401F08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401F08">
              <w:rPr>
                <w:sz w:val="20"/>
              </w:rPr>
              <w:t>Mart Enel</w:t>
            </w:r>
          </w:p>
        </w:tc>
        <w:tc>
          <w:tcPr>
            <w:tcW w:w="3506" w:type="dxa"/>
          </w:tcPr>
          <w:p w14:paraId="27CC9C84" w14:textId="728D8AE7" w:rsidR="00401F08" w:rsidRPr="00401F08" w:rsidRDefault="006B4CC1" w:rsidP="00401F08">
            <w:pPr>
              <w:tabs>
                <w:tab w:val="left" w:pos="4320"/>
              </w:tabs>
              <w:rPr>
                <w:spacing w:val="0"/>
                <w:sz w:val="20"/>
              </w:rPr>
            </w:pPr>
            <w:proofErr w:type="spellStart"/>
            <w:r w:rsidRPr="006B4CC1">
              <w:rPr>
                <w:sz w:val="20"/>
              </w:rPr>
              <w:t>Urmet</w:t>
            </w:r>
            <w:proofErr w:type="spellEnd"/>
            <w:r w:rsidRPr="006B4CC1">
              <w:rPr>
                <w:sz w:val="20"/>
              </w:rPr>
              <w:t xml:space="preserve"> </w:t>
            </w:r>
            <w:proofErr w:type="spellStart"/>
            <w:r w:rsidRPr="006B4CC1">
              <w:rPr>
                <w:sz w:val="20"/>
              </w:rPr>
              <w:t>Uudam</w:t>
            </w:r>
            <w:proofErr w:type="spellEnd"/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429B7543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CC1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E3DC9"/>
    <w:rsid w:val="003F03F4"/>
    <w:rsid w:val="003F3504"/>
    <w:rsid w:val="00400464"/>
    <w:rsid w:val="00401F08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4CC1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19EF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E6DC5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2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kasesaag@gmail.com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asesaag@gmail.com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irde@%20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BB828-97DD-4305-9049-342ADC9E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9</TotalTime>
  <Pages>3</Pages>
  <Words>942</Words>
  <Characters>7342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8268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2024-01-11T06:47:00Z</dcterms:created>
  <dcterms:modified xsi:type="dcterms:W3CDTF">2024-01-12T09:29:00Z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